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68B0619B" w14:textId="77777777" w:rsidR="00772FE6" w:rsidRDefault="00772FE6"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68772594" w14:textId="77777777" w:rsidR="00772FE6" w:rsidRDefault="00772FE6" w:rsidP="00B8421C">
      <w:pPr>
        <w:tabs>
          <w:tab w:val="left" w:pos="2835"/>
        </w:tabs>
        <w:spacing w:before="240" w:after="240"/>
        <w:ind w:left="2835" w:hanging="2835"/>
        <w:jc w:val="center"/>
        <w:rPr>
          <w:b/>
          <w:lang w:val="en-GB"/>
        </w:rPr>
      </w:pPr>
    </w:p>
    <w:p w14:paraId="71E15998" w14:textId="5102A5F4" w:rsidR="00141577" w:rsidRPr="007F3777" w:rsidRDefault="00141577" w:rsidP="00B8421C">
      <w:pPr>
        <w:tabs>
          <w:tab w:val="left" w:pos="2835"/>
        </w:tabs>
        <w:spacing w:before="240" w:after="240"/>
        <w:ind w:left="2835" w:hanging="2835"/>
        <w:jc w:val="center"/>
        <w:rPr>
          <w:lang w:val="en-GB" w:eastAsia="ko-KR"/>
        </w:rPr>
      </w:pPr>
      <w:r w:rsidRPr="007F3777">
        <w:rPr>
          <w:b/>
          <w:lang w:val="en-GB"/>
        </w:rPr>
        <w:t>Procurement No:</w:t>
      </w:r>
      <w:r w:rsidR="000C2024">
        <w:rPr>
          <w:b/>
          <w:lang w:val="en-GB"/>
        </w:rPr>
        <w:t xml:space="preserve"> 27-G005-25</w:t>
      </w:r>
      <w:r w:rsidRPr="007F3777">
        <w:rPr>
          <w:lang w:val="en-GB"/>
        </w:rPr>
        <w:tab/>
      </w:r>
      <w:bookmarkEnd w:id="0"/>
      <w:bookmarkEnd w:id="1"/>
      <w:bookmarkEnd w:id="2"/>
      <w:bookmarkEnd w:id="3"/>
      <w:r w:rsidR="00772FE6"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772FE6">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772FE6">
      <w:pPr>
        <w:pStyle w:val="Heading3"/>
        <w:jc w:val="both"/>
      </w:pPr>
      <w:bookmarkStart w:id="4" w:name="_Toc419901150"/>
      <w:r w:rsidRPr="00E810BA">
        <w:t>Financial viability</w:t>
      </w:r>
      <w:bookmarkEnd w:id="4"/>
    </w:p>
    <w:p w14:paraId="1C573257" w14:textId="77777777" w:rsidR="002B1E40" w:rsidRPr="005A408A" w:rsidRDefault="002B1E40" w:rsidP="00772FE6">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55673DC"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772FE6"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41B6191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772FE6"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237188D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72FE6">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772FE6"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FB49A5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772FE6"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25B807D8"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772FE6"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2DC0054" w:rsidR="00E7254B" w:rsidRPr="00DA672F" w:rsidRDefault="00405D05" w:rsidP="00772FE6">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772FE6"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772FE6"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127D26A6" w:rsidR="00405D05" w:rsidRPr="00DA672F" w:rsidRDefault="00405D05" w:rsidP="00772FE6">
      <w:pPr>
        <w:spacing w:before="120"/>
        <w:jc w:val="both"/>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772FE6"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AA9F96" w14:textId="77777777" w:rsidR="00FD66D2" w:rsidRDefault="00FD66D2">
      <w:r>
        <w:separator/>
      </w:r>
    </w:p>
  </w:endnote>
  <w:endnote w:type="continuationSeparator" w:id="0">
    <w:p w14:paraId="11CE43FF" w14:textId="77777777" w:rsidR="00FD66D2" w:rsidRDefault="00FD66D2">
      <w:r>
        <w:continuationSeparator/>
      </w:r>
    </w:p>
  </w:endnote>
  <w:endnote w:type="continuationNotice" w:id="1">
    <w:p w14:paraId="4D4DC955" w14:textId="77777777" w:rsidR="00FD66D2" w:rsidRDefault="00FD66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3DE234A5" w:rsidR="00133D55" w:rsidRDefault="00133D55" w:rsidP="004878F3">
    <w:pPr>
      <w:pStyle w:val="Footer"/>
    </w:pPr>
    <w:r>
      <w:fldChar w:fldCharType="begin"/>
    </w:r>
    <w:r>
      <w:instrText xml:space="preserve"> DATE \@ "yyyy-MM-dd" </w:instrText>
    </w:r>
    <w:r>
      <w:fldChar w:fldCharType="separate"/>
    </w:r>
    <w:r w:rsidR="000C2024">
      <w:rPr>
        <w:noProof/>
      </w:rPr>
      <w:t>2025-05-16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6D9BEB" w14:textId="77777777" w:rsidR="00FD66D2" w:rsidRDefault="00FD66D2">
      <w:r>
        <w:separator/>
      </w:r>
    </w:p>
  </w:footnote>
  <w:footnote w:type="continuationSeparator" w:id="0">
    <w:p w14:paraId="6934FF42" w14:textId="77777777" w:rsidR="00FD66D2" w:rsidRDefault="00FD66D2">
      <w:r>
        <w:continuationSeparator/>
      </w:r>
    </w:p>
  </w:footnote>
  <w:footnote w:type="continuationNotice" w:id="1">
    <w:p w14:paraId="4ECC1E8E" w14:textId="77777777" w:rsidR="00FD66D2" w:rsidRDefault="00FD66D2"/>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B941E8D"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8303707">
    <w:abstractNumId w:val="1"/>
  </w:num>
  <w:num w:numId="2" w16cid:durableId="85925954">
    <w:abstractNumId w:val="9"/>
  </w:num>
  <w:num w:numId="3" w16cid:durableId="82579852">
    <w:abstractNumId w:val="10"/>
  </w:num>
  <w:num w:numId="4" w16cid:durableId="1573537691">
    <w:abstractNumId w:val="4"/>
  </w:num>
  <w:num w:numId="5" w16cid:durableId="324162692">
    <w:abstractNumId w:val="3"/>
  </w:num>
  <w:num w:numId="6" w16cid:durableId="975985331">
    <w:abstractNumId w:val="6"/>
  </w:num>
  <w:num w:numId="7" w16cid:durableId="40860431">
    <w:abstractNumId w:val="5"/>
  </w:num>
  <w:num w:numId="8" w16cid:durableId="2071491113">
    <w:abstractNumId w:val="8"/>
  </w:num>
  <w:num w:numId="9" w16cid:durableId="128666644">
    <w:abstractNumId w:val="0"/>
  </w:num>
  <w:num w:numId="10" w16cid:durableId="1847356513">
    <w:abstractNumId w:val="7"/>
  </w:num>
  <w:num w:numId="11" w16cid:durableId="210707430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024"/>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309A"/>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FE6"/>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39D7"/>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17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2B8"/>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6D2"/>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4</Pages>
  <Words>987</Words>
  <Characters>5627</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6601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5</cp:revision>
  <cp:lastPrinted>2013-10-18T08:32:00Z</cp:lastPrinted>
  <dcterms:created xsi:type="dcterms:W3CDTF">2020-07-06T12:37:00Z</dcterms:created>
  <dcterms:modified xsi:type="dcterms:W3CDTF">2025-05-15T22:37:00Z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